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640"/>
        <w:rPr>
          <w:rFonts w:hint="eastAsia" w:eastAsia="方正仿宋_GBK"/>
          <w:sz w:val="32"/>
          <w:szCs w:val="32"/>
        </w:rPr>
      </w:pPr>
    </w:p>
    <w:p>
      <w:pPr>
        <w:spacing w:line="600" w:lineRule="exact"/>
        <w:jc w:val="center"/>
        <w:rPr>
          <w:rFonts w:eastAsia="方正仿宋_GBK"/>
          <w:sz w:val="32"/>
          <w:szCs w:val="32"/>
        </w:rPr>
      </w:pPr>
      <w:r>
        <w:rPr>
          <w:rFonts w:hint="eastAsia" w:ascii="方正小标宋简体" w:eastAsia="方正小标宋简体" w:hAnsiTheme="majorEastAsia"/>
          <w:sz w:val="44"/>
          <w:szCs w:val="44"/>
          <w:lang w:eastAsia="zh-CN"/>
        </w:rPr>
        <w:t>会议报名表</w:t>
      </w:r>
    </w:p>
    <w:p>
      <w:pPr>
        <w:spacing w:line="600" w:lineRule="exact"/>
        <w:ind w:right="640"/>
        <w:rPr>
          <w:rFonts w:eastAsia="方正仿宋_GBK"/>
          <w:sz w:val="32"/>
          <w:szCs w:val="32"/>
        </w:rPr>
      </w:pPr>
    </w:p>
    <w:tbl>
      <w:tblPr>
        <w:tblStyle w:val="2"/>
        <w:tblpPr w:leftFromText="180" w:rightFromText="180" w:vertAnchor="text" w:horzAnchor="page" w:tblpX="749" w:tblpY="424"/>
        <w:tblOverlap w:val="never"/>
        <w:tblW w:w="1093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4"/>
        <w:gridCol w:w="1079"/>
        <w:gridCol w:w="1650"/>
        <w:gridCol w:w="1454"/>
        <w:gridCol w:w="1350"/>
        <w:gridCol w:w="1515"/>
        <w:gridCol w:w="26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96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280" w:firstLineChars="10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性别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职务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单间/标间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住宿时间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联系方式</w:t>
            </w: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邮箱地址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spacing w:line="600" w:lineRule="exact"/>
        <w:ind w:right="640"/>
        <w:rPr>
          <w:rFonts w:eastAsia="方正仿宋_GBK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984" w:right="1531" w:bottom="158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606721"/>
    <w:rsid w:val="0F97474C"/>
    <w:rsid w:val="12606721"/>
    <w:rsid w:val="1C905B20"/>
    <w:rsid w:val="2BCA3FD1"/>
    <w:rsid w:val="378D1578"/>
    <w:rsid w:val="3C4B6C98"/>
    <w:rsid w:val="432768DC"/>
    <w:rsid w:val="47AD5DDC"/>
    <w:rsid w:val="4A1F6B76"/>
    <w:rsid w:val="54D71169"/>
    <w:rsid w:val="6D535020"/>
    <w:rsid w:val="7327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2018-08-20T10:06:00Z</dcterms:created>
  <dc:creator>柚稚</dc:creator>
  <cp:lastModifiedBy>柚稚</cp:lastModifiedBy>
  <dcterms:modified xsi:type="dcterms:W3CDTF">2020-09-01T03:09:41Z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